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5040"/>
      </w:tblGrid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318C5" w:rsidRDefault="00D33F8A" w:rsidP="00C86CE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C86CE5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as oublié un crayon</w:t>
            </w:r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600D2E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as oubli</w:t>
            </w:r>
            <w:r w:rsidR="00600D2E">
              <w:rPr>
                <w:rFonts w:ascii="Arial" w:hAnsi="Arial" w:cs="Arial"/>
                <w:i/>
                <w:sz w:val="40"/>
                <w:szCs w:val="40"/>
                <w:lang w:val="fr-FR"/>
              </w:rPr>
              <w:t>é</w:t>
            </w: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 ton texte</w:t>
            </w:r>
          </w:p>
        </w:tc>
      </w:tr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as oublié un stylo</w:t>
            </w:r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as oublié du papier</w:t>
            </w:r>
          </w:p>
        </w:tc>
      </w:tr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ne comprends pas le mot « emprunter »</w:t>
            </w:r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ne comprends pas le mot « neuf »</w:t>
            </w:r>
          </w:p>
        </w:tc>
      </w:tr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ne comprends pas le mot « même »</w:t>
            </w:r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ne comprends pas le mot « hier »</w:t>
            </w:r>
          </w:p>
        </w:tc>
      </w:tr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1D4D62" w:rsidP="001D4D62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tu </w:t>
            </w:r>
            <w:r w:rsidR="00D33F8A"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ne </w:t>
            </w: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sais</w:t>
            </w:r>
            <w:r w:rsidR="00D33F8A"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 pas les devoirs</w:t>
            </w:r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1D4D62" w:rsidP="001D4D62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tu </w:t>
            </w:r>
            <w:r w:rsidR="00D33F8A">
              <w:rPr>
                <w:rFonts w:ascii="Arial" w:hAnsi="Arial" w:cs="Arial"/>
                <w:i/>
                <w:sz w:val="40"/>
                <w:szCs w:val="40"/>
                <w:lang w:val="fr-FR"/>
              </w:rPr>
              <w:t>ne sa</w:t>
            </w: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is</w:t>
            </w:r>
            <w:r w:rsidR="00D33F8A"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 pas quand est l’interro</w:t>
            </w:r>
          </w:p>
        </w:tc>
      </w:tr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lastRenderedPageBreak/>
              <w:t>Problème :</w:t>
            </w:r>
          </w:p>
          <w:p w:rsidR="00C86CE5" w:rsidRPr="00A318C5" w:rsidRDefault="001D4D62" w:rsidP="001D4D62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tu </w:t>
            </w:r>
            <w:r w:rsidR="00D33F8A">
              <w:rPr>
                <w:rFonts w:ascii="Arial" w:hAnsi="Arial" w:cs="Arial"/>
                <w:i/>
                <w:sz w:val="40"/>
                <w:szCs w:val="40"/>
                <w:lang w:val="fr-FR"/>
              </w:rPr>
              <w:t>ne sa</w:t>
            </w: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is</w:t>
            </w:r>
            <w:r w:rsidR="00D33F8A"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 pas la date</w:t>
            </w:r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1D4D62" w:rsidP="001D4D62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tu </w:t>
            </w:r>
            <w:r w:rsidR="00D33F8A">
              <w:rPr>
                <w:rFonts w:ascii="Arial" w:hAnsi="Arial" w:cs="Arial"/>
                <w:i/>
                <w:sz w:val="40"/>
                <w:szCs w:val="40"/>
                <w:lang w:val="fr-FR"/>
              </w:rPr>
              <w:t>ne sa</w:t>
            </w: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is</w:t>
            </w:r>
            <w:r w:rsidR="00D33F8A"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 pas l’heure</w:t>
            </w:r>
          </w:p>
        </w:tc>
      </w:tr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ton ami(e) parle trop </w:t>
            </w:r>
            <w:proofErr w:type="gramStart"/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vite(</w:t>
            </w:r>
            <w:proofErr w:type="spellStart"/>
            <w:proofErr w:type="gramEnd"/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fast</w:t>
            </w:r>
            <w:proofErr w:type="spellEnd"/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)</w:t>
            </w:r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ne comprends pas ton ami(e)</w:t>
            </w:r>
          </w:p>
        </w:tc>
      </w:tr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dois aller aux toilettes</w:t>
            </w:r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es malade (</w:t>
            </w:r>
            <w:proofErr w:type="spellStart"/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sick</w:t>
            </w:r>
            <w:proofErr w:type="spellEnd"/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)</w:t>
            </w:r>
          </w:p>
        </w:tc>
      </w:tr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ton livre est dans ton casier</w:t>
            </w:r>
            <w:r w:rsidR="001D4D62"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(</w:t>
            </w:r>
            <w:proofErr w:type="spellStart"/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locker</w:t>
            </w:r>
            <w:proofErr w:type="spellEnd"/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)</w:t>
            </w:r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D33F8A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dois téléphoner</w:t>
            </w:r>
          </w:p>
        </w:tc>
      </w:tr>
      <w:tr w:rsidR="00C86CE5" w:rsidRPr="00D33F8A" w:rsidTr="00C86CE5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1D4D62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tu veux voir ton </w:t>
            </w:r>
            <w:proofErr w:type="spellStart"/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housemaster</w:t>
            </w:r>
            <w:proofErr w:type="spellEnd"/>
          </w:p>
        </w:tc>
        <w:tc>
          <w:tcPr>
            <w:tcW w:w="5040" w:type="dxa"/>
            <w:vAlign w:val="center"/>
          </w:tcPr>
          <w:p w:rsidR="00D33F8A" w:rsidRDefault="00D33F8A" w:rsidP="00D33F8A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Problème :</w:t>
            </w:r>
          </w:p>
          <w:p w:rsidR="00C86CE5" w:rsidRPr="00A318C5" w:rsidRDefault="001D4D62" w:rsidP="00D33F8A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>tu veux acheter une bouteille d’eau</w:t>
            </w:r>
          </w:p>
        </w:tc>
      </w:tr>
    </w:tbl>
    <w:p w:rsidR="000B3499" w:rsidRPr="00C86CE5" w:rsidRDefault="000B3499" w:rsidP="00C86CE5">
      <w:pPr>
        <w:jc w:val="center"/>
        <w:rPr>
          <w:rFonts w:ascii="Arial" w:hAnsi="Arial" w:cs="Arial"/>
          <w:b/>
          <w:vanish/>
          <w:sz w:val="40"/>
          <w:szCs w:val="40"/>
          <w:lang w:val="fr-FR"/>
        </w:rPr>
      </w:pPr>
    </w:p>
    <w:sectPr w:rsidR="000B3499" w:rsidRPr="00C86CE5" w:rsidSect="00C86CE5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compat/>
  <w:rsids>
    <w:rsidRoot w:val="00D33F8A"/>
    <w:rsid w:val="000B3499"/>
    <w:rsid w:val="001D4D62"/>
    <w:rsid w:val="00200F3A"/>
    <w:rsid w:val="00600D2E"/>
    <w:rsid w:val="00735804"/>
    <w:rsid w:val="00A318C5"/>
    <w:rsid w:val="00B95FCD"/>
    <w:rsid w:val="00C83243"/>
    <w:rsid w:val="00C86CE5"/>
    <w:rsid w:val="00D33F8A"/>
    <w:rsid w:val="00E4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80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Card%20Template%20-%20B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Card Template - Better</Template>
  <TotalTime>13</TotalTime>
  <Pages>2</Pages>
  <Words>161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 pas prendre la voiture</vt:lpstr>
    </vt:vector>
  </TitlesOfParts>
  <Company>FPS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pas prendre la voiture</dc:title>
  <dc:creator>EAS</dc:creator>
  <cp:lastModifiedBy>EAS</cp:lastModifiedBy>
  <cp:revision>2</cp:revision>
  <cp:lastPrinted>2011-12-19T11:58:00Z</cp:lastPrinted>
  <dcterms:created xsi:type="dcterms:W3CDTF">2012-09-03T16:05:00Z</dcterms:created>
  <dcterms:modified xsi:type="dcterms:W3CDTF">2012-09-03T16:18:00Z</dcterms:modified>
</cp:coreProperties>
</file>